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A05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372F79C2" w14:textId="77777777" w:rsidR="003B3BC8" w:rsidRPr="00F10799" w:rsidRDefault="003B3BC8" w:rsidP="003B3BC8">
      <w:pPr>
        <w:rPr>
          <w:sz w:val="20"/>
          <w:szCs w:val="20"/>
        </w:rPr>
      </w:pPr>
    </w:p>
    <w:p w14:paraId="335ED1E2" w14:textId="77777777" w:rsidR="003B3BC8" w:rsidRPr="003B3BC8" w:rsidRDefault="002031CF" w:rsidP="00F90F95">
      <w:pPr>
        <w:pStyle w:val="Heading1"/>
      </w:pPr>
      <w:r>
        <w:t>EMPLOYEE EXIT INTERVIEW</w:t>
      </w:r>
    </w:p>
    <w:p w14:paraId="57A68CBD" w14:textId="77777777" w:rsidR="00730AA7" w:rsidRPr="00730AA7" w:rsidRDefault="00730AA7" w:rsidP="003B3BC8">
      <w:pPr>
        <w:rPr>
          <w:b/>
        </w:rPr>
      </w:pPr>
    </w:p>
    <w:p w14:paraId="2B720CFF" w14:textId="77777777" w:rsidR="002031CF" w:rsidRDefault="002031CF" w:rsidP="002031CF">
      <w:r>
        <w:t xml:space="preserve">The following exit interview is to be used with resigning staff members. </w:t>
      </w:r>
    </w:p>
    <w:p w14:paraId="51696069" w14:textId="77777777" w:rsidR="0062471B" w:rsidRDefault="0062471B" w:rsidP="00E63952"/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5"/>
        <w:gridCol w:w="4170"/>
        <w:gridCol w:w="1275"/>
        <w:gridCol w:w="1810"/>
      </w:tblGrid>
      <w:tr w:rsidR="002031CF" w:rsidRPr="00E97642" w14:paraId="543AE603" w14:textId="77777777" w:rsidTr="00B45628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14:paraId="52A48AD0" w14:textId="77777777"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Employee’s name </w:t>
            </w:r>
          </w:p>
        </w:tc>
        <w:tc>
          <w:tcPr>
            <w:tcW w:w="4252" w:type="dxa"/>
          </w:tcPr>
          <w:p w14:paraId="0D6E3245" w14:textId="77777777"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78B3956" w14:textId="77777777"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date</w:t>
            </w:r>
          </w:p>
        </w:tc>
        <w:tc>
          <w:tcPr>
            <w:tcW w:w="1843" w:type="dxa"/>
          </w:tcPr>
          <w:p w14:paraId="132381E5" w14:textId="77777777"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14:paraId="7296E74A" w14:textId="77777777" w:rsidR="00E50B96" w:rsidRDefault="00E50B96" w:rsidP="00AE4E61"/>
    <w:p w14:paraId="2233F8CC" w14:textId="77777777"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001A0" w:rsidRPr="004B2ED5" w14:paraId="384406C7" w14:textId="77777777" w:rsidTr="00D001A0">
        <w:tc>
          <w:tcPr>
            <w:tcW w:w="8789" w:type="dxa"/>
            <w:shd w:val="clear" w:color="auto" w:fill="D9D9D9" w:themeFill="background1" w:themeFillShade="D9"/>
          </w:tcPr>
          <w:p w14:paraId="3EDC67C7" w14:textId="77777777" w:rsidR="00D001A0" w:rsidRPr="00D001A0" w:rsidRDefault="00D001A0" w:rsidP="00D001A0">
            <w:pPr>
              <w:jc w:val="left"/>
              <w:rPr>
                <w:b/>
              </w:rPr>
            </w:pPr>
            <w:r w:rsidRPr="00D001A0">
              <w:rPr>
                <w:b/>
              </w:rPr>
              <w:t>Reason for resignation</w:t>
            </w:r>
          </w:p>
          <w:p w14:paraId="28860394" w14:textId="77777777"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Explore reasons for resignation, what would make you stay, what would you change if you could?</w:t>
            </w:r>
          </w:p>
        </w:tc>
      </w:tr>
      <w:tr w:rsidR="00D001A0" w14:paraId="70325831" w14:textId="77777777" w:rsidTr="00D001A0">
        <w:trPr>
          <w:trHeight w:val="913"/>
        </w:trPr>
        <w:tc>
          <w:tcPr>
            <w:tcW w:w="8789" w:type="dxa"/>
          </w:tcPr>
          <w:p w14:paraId="24C4DB1C" w14:textId="77777777" w:rsidR="00D001A0" w:rsidRDefault="00D001A0" w:rsidP="00FE0913">
            <w:pPr>
              <w:jc w:val="left"/>
              <w:rPr>
                <w:b/>
              </w:rPr>
            </w:pPr>
          </w:p>
          <w:p w14:paraId="2F167A58" w14:textId="77777777" w:rsidR="009B6ABF" w:rsidRDefault="009B6ABF" w:rsidP="00FE0913">
            <w:pPr>
              <w:jc w:val="left"/>
              <w:rPr>
                <w:b/>
              </w:rPr>
            </w:pPr>
          </w:p>
          <w:p w14:paraId="0C604C27" w14:textId="77777777" w:rsidR="009B6ABF" w:rsidRDefault="009B6ABF" w:rsidP="00FE0913">
            <w:pPr>
              <w:jc w:val="left"/>
              <w:rPr>
                <w:b/>
              </w:rPr>
            </w:pPr>
          </w:p>
          <w:p w14:paraId="655620E6" w14:textId="77777777" w:rsidR="009B6ABF" w:rsidRDefault="009B6ABF" w:rsidP="00FE0913">
            <w:pPr>
              <w:jc w:val="left"/>
              <w:rPr>
                <w:b/>
              </w:rPr>
            </w:pPr>
          </w:p>
          <w:p w14:paraId="34390241" w14:textId="77777777" w:rsidR="009B6ABF" w:rsidRDefault="009B6ABF" w:rsidP="00FE0913">
            <w:pPr>
              <w:jc w:val="left"/>
              <w:rPr>
                <w:b/>
              </w:rPr>
            </w:pPr>
          </w:p>
          <w:p w14:paraId="0A184445" w14:textId="77777777" w:rsidR="009B6ABF" w:rsidRDefault="009B6ABF" w:rsidP="00FE0913">
            <w:pPr>
              <w:jc w:val="left"/>
              <w:rPr>
                <w:b/>
              </w:rPr>
            </w:pPr>
          </w:p>
          <w:p w14:paraId="5FFFB792" w14:textId="77777777" w:rsidR="009B6ABF" w:rsidRPr="00E70B93" w:rsidRDefault="009B6ABF" w:rsidP="00FE0913">
            <w:pPr>
              <w:jc w:val="left"/>
              <w:rPr>
                <w:b/>
              </w:rPr>
            </w:pPr>
          </w:p>
        </w:tc>
      </w:tr>
      <w:tr w:rsidR="00D001A0" w14:paraId="60E06975" w14:textId="77777777" w:rsidTr="00D001A0">
        <w:trPr>
          <w:trHeight w:val="495"/>
        </w:trPr>
        <w:tc>
          <w:tcPr>
            <w:tcW w:w="8789" w:type="dxa"/>
            <w:shd w:val="clear" w:color="auto" w:fill="D9D9D9" w:themeFill="background1" w:themeFillShade="D9"/>
          </w:tcPr>
          <w:p w14:paraId="566E4F2E" w14:textId="77777777" w:rsidR="00D001A0" w:rsidRPr="002C733E" w:rsidRDefault="00D001A0" w:rsidP="00D001A0">
            <w:pPr>
              <w:rPr>
                <w:b/>
              </w:rPr>
            </w:pPr>
            <w:r w:rsidRPr="002C733E">
              <w:rPr>
                <w:b/>
              </w:rPr>
              <w:t xml:space="preserve">Rewards and benefits of working with [insert organisation name] </w:t>
            </w:r>
          </w:p>
        </w:tc>
      </w:tr>
      <w:tr w:rsidR="00D001A0" w14:paraId="40470D47" w14:textId="77777777" w:rsidTr="00D001A0">
        <w:trPr>
          <w:trHeight w:val="431"/>
        </w:trPr>
        <w:tc>
          <w:tcPr>
            <w:tcW w:w="8789" w:type="dxa"/>
          </w:tcPr>
          <w:p w14:paraId="1C3A8DDD" w14:textId="77777777" w:rsidR="00D001A0" w:rsidRDefault="00D001A0" w:rsidP="00FE0913"/>
          <w:p w14:paraId="0D612165" w14:textId="77777777" w:rsidR="009B6ABF" w:rsidRDefault="009B6ABF" w:rsidP="00FE0913"/>
          <w:p w14:paraId="624AC574" w14:textId="77777777" w:rsidR="009B6ABF" w:rsidRDefault="009B6ABF" w:rsidP="00FE0913"/>
          <w:p w14:paraId="6985E1F5" w14:textId="77777777" w:rsidR="009B6ABF" w:rsidRDefault="009B6ABF" w:rsidP="00FE0913"/>
          <w:p w14:paraId="503A66A5" w14:textId="77777777" w:rsidR="009B6ABF" w:rsidRDefault="009B6ABF" w:rsidP="00FE0913"/>
          <w:p w14:paraId="6B809E55" w14:textId="77777777" w:rsidR="009B6ABF" w:rsidRPr="00675AF0" w:rsidRDefault="009B6ABF" w:rsidP="00FE0913"/>
        </w:tc>
      </w:tr>
      <w:tr w:rsidR="00D001A0" w14:paraId="51892801" w14:textId="77777777" w:rsidTr="00D001A0">
        <w:trPr>
          <w:trHeight w:val="409"/>
        </w:trPr>
        <w:tc>
          <w:tcPr>
            <w:tcW w:w="8789" w:type="dxa"/>
            <w:shd w:val="clear" w:color="auto" w:fill="D9D9D9" w:themeFill="background1" w:themeFillShade="D9"/>
          </w:tcPr>
          <w:p w14:paraId="00D533F0" w14:textId="77777777"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Support and supervision</w:t>
            </w:r>
          </w:p>
          <w:p w14:paraId="0E363B2F" w14:textId="77777777"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Was adequate support and supervision provided? What aspects were/were not beneficial? How could it be improved?</w:t>
            </w:r>
          </w:p>
        </w:tc>
      </w:tr>
      <w:tr w:rsidR="00D001A0" w14:paraId="22884104" w14:textId="77777777" w:rsidTr="00D001A0">
        <w:trPr>
          <w:trHeight w:val="457"/>
        </w:trPr>
        <w:tc>
          <w:tcPr>
            <w:tcW w:w="8789" w:type="dxa"/>
          </w:tcPr>
          <w:p w14:paraId="15D0A0F8" w14:textId="77777777" w:rsidR="00D001A0" w:rsidRDefault="00D001A0" w:rsidP="00FE0913">
            <w:pPr>
              <w:jc w:val="left"/>
            </w:pPr>
          </w:p>
          <w:p w14:paraId="7FBC09C7" w14:textId="77777777" w:rsidR="009B6ABF" w:rsidRDefault="009B6ABF" w:rsidP="00FE0913">
            <w:pPr>
              <w:jc w:val="left"/>
            </w:pPr>
          </w:p>
          <w:p w14:paraId="6BD026A1" w14:textId="77777777" w:rsidR="009B6ABF" w:rsidRDefault="009B6ABF" w:rsidP="00FE0913">
            <w:pPr>
              <w:jc w:val="left"/>
            </w:pPr>
          </w:p>
          <w:p w14:paraId="2B66DAC3" w14:textId="77777777" w:rsidR="009B6ABF" w:rsidRDefault="009B6ABF" w:rsidP="00FE0913">
            <w:pPr>
              <w:jc w:val="left"/>
            </w:pPr>
          </w:p>
          <w:p w14:paraId="23E33073" w14:textId="77777777" w:rsidR="009B6ABF" w:rsidRDefault="009B6ABF" w:rsidP="00FE0913">
            <w:pPr>
              <w:jc w:val="left"/>
            </w:pPr>
          </w:p>
          <w:p w14:paraId="5DC67BCD" w14:textId="77777777" w:rsidR="009B6ABF" w:rsidRPr="00675AF0" w:rsidRDefault="009B6ABF" w:rsidP="00FE0913">
            <w:pPr>
              <w:jc w:val="left"/>
            </w:pPr>
          </w:p>
        </w:tc>
      </w:tr>
      <w:tr w:rsidR="00D001A0" w14:paraId="7D9BC159" w14:textId="77777777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14:paraId="6032EC40" w14:textId="77777777"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Opportunities and professional development</w:t>
            </w:r>
          </w:p>
          <w:p w14:paraId="1C9E3D20" w14:textId="77777777" w:rsidR="00D001A0" w:rsidRPr="002C733E" w:rsidRDefault="00D001A0" w:rsidP="002C733E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 xml:space="preserve">Were adequate professional development opportunities provided? What are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Pr="009B6ABF">
              <w:rPr>
                <w:b/>
                <w:i/>
                <w:sz w:val="22"/>
                <w:szCs w:val="22"/>
              </w:rPr>
              <w:t>’s</w:t>
            </w:r>
            <w:r w:rsidRPr="002C733E">
              <w:rPr>
                <w:i/>
                <w:sz w:val="22"/>
                <w:szCs w:val="22"/>
              </w:rPr>
              <w:t xml:space="preserve"> strengths and areas for improvement in this area?</w:t>
            </w:r>
          </w:p>
        </w:tc>
      </w:tr>
      <w:tr w:rsidR="00D001A0" w14:paraId="09ABDC1C" w14:textId="77777777" w:rsidTr="00D001A0">
        <w:trPr>
          <w:trHeight w:val="457"/>
        </w:trPr>
        <w:tc>
          <w:tcPr>
            <w:tcW w:w="8789" w:type="dxa"/>
          </w:tcPr>
          <w:p w14:paraId="5B557388" w14:textId="77777777" w:rsidR="00D001A0" w:rsidRDefault="00D001A0" w:rsidP="00FE0913">
            <w:pPr>
              <w:jc w:val="left"/>
            </w:pPr>
          </w:p>
          <w:p w14:paraId="783E2083" w14:textId="77777777" w:rsidR="009B6ABF" w:rsidRDefault="009B6ABF" w:rsidP="00FE0913">
            <w:pPr>
              <w:jc w:val="left"/>
            </w:pPr>
          </w:p>
          <w:p w14:paraId="02724851" w14:textId="77777777" w:rsidR="009B6ABF" w:rsidRDefault="009B6ABF" w:rsidP="00FE0913">
            <w:pPr>
              <w:jc w:val="left"/>
            </w:pPr>
          </w:p>
          <w:p w14:paraId="754CEF50" w14:textId="77777777" w:rsidR="009B6ABF" w:rsidRDefault="009B6ABF" w:rsidP="00FE0913">
            <w:pPr>
              <w:jc w:val="left"/>
            </w:pPr>
          </w:p>
          <w:p w14:paraId="2385D07E" w14:textId="77777777" w:rsidR="009B6ABF" w:rsidRDefault="009B6ABF" w:rsidP="00FE0913">
            <w:pPr>
              <w:jc w:val="left"/>
            </w:pPr>
          </w:p>
          <w:p w14:paraId="5F9C4910" w14:textId="77777777" w:rsidR="009B6ABF" w:rsidRPr="00675AF0" w:rsidRDefault="009B6ABF" w:rsidP="00FE0913">
            <w:pPr>
              <w:jc w:val="left"/>
            </w:pPr>
          </w:p>
        </w:tc>
      </w:tr>
      <w:tr w:rsidR="00D001A0" w14:paraId="4CB65E88" w14:textId="77777777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14:paraId="2127C3DD" w14:textId="77777777"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lastRenderedPageBreak/>
              <w:t>Position and role</w:t>
            </w:r>
          </w:p>
          <w:p w14:paraId="0D91B6C7" w14:textId="77777777" w:rsidR="00D001A0" w:rsidRPr="009B6ABF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Does the position description adequately match the role and tasks undertaken? </w:t>
            </w:r>
          </w:p>
          <w:p w14:paraId="2A1D9A54" w14:textId="77777777" w:rsidR="00D001A0" w:rsidRPr="00675AF0" w:rsidRDefault="00D001A0" w:rsidP="00D001A0">
            <w:pPr>
              <w:jc w:val="left"/>
            </w:pPr>
            <w:r w:rsidRPr="009B6ABF">
              <w:rPr>
                <w:i/>
                <w:sz w:val="22"/>
                <w:szCs w:val="22"/>
              </w:rPr>
              <w:t>How could the position/role be changed for the better?  What was most and least enjoyable about the position and role?</w:t>
            </w:r>
          </w:p>
        </w:tc>
      </w:tr>
      <w:tr w:rsidR="00D001A0" w14:paraId="09F486BD" w14:textId="77777777" w:rsidTr="00D001A0">
        <w:trPr>
          <w:trHeight w:val="457"/>
        </w:trPr>
        <w:tc>
          <w:tcPr>
            <w:tcW w:w="8789" w:type="dxa"/>
          </w:tcPr>
          <w:p w14:paraId="0B557554" w14:textId="77777777" w:rsidR="00D001A0" w:rsidRDefault="00D001A0" w:rsidP="00FE0913">
            <w:pPr>
              <w:jc w:val="left"/>
            </w:pPr>
          </w:p>
          <w:p w14:paraId="6882DCE6" w14:textId="77777777" w:rsidR="009B6ABF" w:rsidRDefault="009B6ABF" w:rsidP="00FE0913">
            <w:pPr>
              <w:jc w:val="left"/>
            </w:pPr>
          </w:p>
          <w:p w14:paraId="7F614508" w14:textId="77777777" w:rsidR="009B6ABF" w:rsidRDefault="009B6ABF" w:rsidP="00FE0913">
            <w:pPr>
              <w:jc w:val="left"/>
            </w:pPr>
          </w:p>
          <w:p w14:paraId="51A2502C" w14:textId="77777777" w:rsidR="009B6ABF" w:rsidRDefault="009B6ABF" w:rsidP="00FE0913">
            <w:pPr>
              <w:jc w:val="left"/>
            </w:pPr>
          </w:p>
          <w:p w14:paraId="5AEA8305" w14:textId="77777777" w:rsidR="009B6ABF" w:rsidRDefault="009B6ABF" w:rsidP="00FE0913">
            <w:pPr>
              <w:jc w:val="left"/>
            </w:pPr>
          </w:p>
          <w:p w14:paraId="71B14B41" w14:textId="77777777" w:rsidR="009B6ABF" w:rsidRDefault="009B6ABF" w:rsidP="00FE0913">
            <w:pPr>
              <w:jc w:val="left"/>
            </w:pPr>
          </w:p>
          <w:p w14:paraId="39A0E0CB" w14:textId="77777777" w:rsidR="009B6ABF" w:rsidRDefault="009B6ABF" w:rsidP="00FE0913">
            <w:pPr>
              <w:jc w:val="left"/>
            </w:pPr>
          </w:p>
          <w:p w14:paraId="6BDCA00A" w14:textId="77777777" w:rsidR="009B6ABF" w:rsidRPr="00675AF0" w:rsidRDefault="009B6ABF" w:rsidP="00FE0913">
            <w:pPr>
              <w:jc w:val="left"/>
            </w:pPr>
          </w:p>
        </w:tc>
      </w:tr>
      <w:tr w:rsidR="00D001A0" w14:paraId="195896DB" w14:textId="77777777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14:paraId="04E1B1BE" w14:textId="77777777"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 xml:space="preserve">General and specific improvements to </w:t>
            </w:r>
            <w:r w:rsidR="002C733E" w:rsidRPr="002C733E">
              <w:rPr>
                <w:b/>
              </w:rPr>
              <w:t>[insert organisation name]</w:t>
            </w:r>
            <w:r w:rsidRPr="002C733E">
              <w:rPr>
                <w:b/>
              </w:rPr>
              <w:t xml:space="preserve"> </w:t>
            </w:r>
          </w:p>
          <w:p w14:paraId="616C7886" w14:textId="77777777" w:rsidR="00D001A0" w:rsidRPr="009B6ABF" w:rsidRDefault="00D001A0" w:rsidP="00BA53EB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Are there any general or specific things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="002C733E" w:rsidRPr="009B6ABF">
              <w:rPr>
                <w:i/>
                <w:sz w:val="22"/>
                <w:szCs w:val="22"/>
              </w:rPr>
              <w:t xml:space="preserve"> </w:t>
            </w:r>
            <w:r w:rsidRPr="009B6ABF">
              <w:rPr>
                <w:i/>
                <w:sz w:val="22"/>
                <w:szCs w:val="22"/>
              </w:rPr>
              <w:t>could do to improve – human resources, general operations, communication, team deve</w:t>
            </w:r>
            <w:r w:rsidR="00BA53EB">
              <w:rPr>
                <w:i/>
                <w:sz w:val="22"/>
                <w:szCs w:val="22"/>
              </w:rPr>
              <w:t>lopment, program/project areas</w:t>
            </w:r>
            <w:r w:rsidRPr="009B6ABF">
              <w:rPr>
                <w:i/>
                <w:sz w:val="22"/>
                <w:szCs w:val="22"/>
              </w:rPr>
              <w:t>?</w:t>
            </w:r>
          </w:p>
        </w:tc>
      </w:tr>
      <w:tr w:rsidR="00D001A0" w14:paraId="33551E52" w14:textId="77777777" w:rsidTr="00D001A0">
        <w:trPr>
          <w:trHeight w:val="457"/>
        </w:trPr>
        <w:tc>
          <w:tcPr>
            <w:tcW w:w="8789" w:type="dxa"/>
          </w:tcPr>
          <w:p w14:paraId="76A011CB" w14:textId="77777777" w:rsidR="00D001A0" w:rsidRDefault="00D001A0" w:rsidP="00FE0913">
            <w:pPr>
              <w:jc w:val="left"/>
            </w:pPr>
          </w:p>
          <w:p w14:paraId="75D78876" w14:textId="77777777" w:rsidR="009B6ABF" w:rsidRDefault="009B6ABF" w:rsidP="00FE0913">
            <w:pPr>
              <w:jc w:val="left"/>
            </w:pPr>
          </w:p>
          <w:p w14:paraId="689B1079" w14:textId="77777777" w:rsidR="009B6ABF" w:rsidRDefault="009B6ABF" w:rsidP="00FE0913">
            <w:pPr>
              <w:jc w:val="left"/>
            </w:pPr>
          </w:p>
          <w:p w14:paraId="1FD3EAAB" w14:textId="77777777" w:rsidR="009B6ABF" w:rsidRDefault="009B6ABF" w:rsidP="00FE0913">
            <w:pPr>
              <w:jc w:val="left"/>
            </w:pPr>
          </w:p>
          <w:p w14:paraId="1FDE6D80" w14:textId="77777777" w:rsidR="009B6ABF" w:rsidRDefault="009B6ABF" w:rsidP="00FE0913">
            <w:pPr>
              <w:jc w:val="left"/>
            </w:pPr>
          </w:p>
          <w:p w14:paraId="331B9700" w14:textId="77777777" w:rsidR="009B6ABF" w:rsidRDefault="009B6ABF" w:rsidP="00FE0913">
            <w:pPr>
              <w:jc w:val="left"/>
            </w:pPr>
          </w:p>
          <w:p w14:paraId="447CAA20" w14:textId="77777777" w:rsidR="009B6ABF" w:rsidRDefault="009B6ABF" w:rsidP="00FE0913">
            <w:pPr>
              <w:jc w:val="left"/>
            </w:pPr>
          </w:p>
          <w:p w14:paraId="7D976044" w14:textId="77777777" w:rsidR="009B6ABF" w:rsidRPr="00675AF0" w:rsidRDefault="009B6ABF" w:rsidP="00FE0913">
            <w:pPr>
              <w:jc w:val="left"/>
            </w:pPr>
          </w:p>
        </w:tc>
      </w:tr>
      <w:tr w:rsidR="00D001A0" w14:paraId="3173E534" w14:textId="77777777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14:paraId="6378EEF4" w14:textId="77777777" w:rsidR="00D001A0" w:rsidRPr="002C733E" w:rsidRDefault="00D001A0" w:rsidP="00FE0913">
            <w:pPr>
              <w:jc w:val="left"/>
              <w:rPr>
                <w:b/>
              </w:rPr>
            </w:pPr>
            <w:r w:rsidRPr="002C733E">
              <w:rPr>
                <w:b/>
              </w:rPr>
              <w:t>Other</w:t>
            </w:r>
          </w:p>
        </w:tc>
      </w:tr>
      <w:tr w:rsidR="00D001A0" w14:paraId="115248B9" w14:textId="77777777" w:rsidTr="00D001A0">
        <w:trPr>
          <w:trHeight w:val="457"/>
        </w:trPr>
        <w:tc>
          <w:tcPr>
            <w:tcW w:w="8789" w:type="dxa"/>
          </w:tcPr>
          <w:p w14:paraId="462CB835" w14:textId="77777777" w:rsidR="00D001A0" w:rsidRDefault="00D001A0" w:rsidP="00FE0913">
            <w:pPr>
              <w:jc w:val="left"/>
            </w:pPr>
          </w:p>
          <w:p w14:paraId="3CA3AB8F" w14:textId="77777777" w:rsidR="009B6ABF" w:rsidRDefault="009B6ABF" w:rsidP="00FE0913">
            <w:pPr>
              <w:jc w:val="left"/>
            </w:pPr>
          </w:p>
          <w:p w14:paraId="6DF972C6" w14:textId="77777777" w:rsidR="009B6ABF" w:rsidRDefault="009B6ABF" w:rsidP="00FE0913">
            <w:pPr>
              <w:jc w:val="left"/>
            </w:pPr>
          </w:p>
          <w:p w14:paraId="15B5105E" w14:textId="77777777" w:rsidR="009B6ABF" w:rsidRDefault="009B6ABF" w:rsidP="00FE0913">
            <w:pPr>
              <w:jc w:val="left"/>
            </w:pPr>
          </w:p>
          <w:p w14:paraId="5E419221" w14:textId="77777777" w:rsidR="009B6ABF" w:rsidRDefault="009B6ABF" w:rsidP="00FE0913">
            <w:pPr>
              <w:jc w:val="left"/>
            </w:pPr>
          </w:p>
          <w:p w14:paraId="148FEDBB" w14:textId="77777777" w:rsidR="009B6ABF" w:rsidRDefault="009B6ABF" w:rsidP="00FE0913">
            <w:pPr>
              <w:jc w:val="left"/>
            </w:pPr>
          </w:p>
          <w:p w14:paraId="709FEE6E" w14:textId="77777777" w:rsidR="009B6ABF" w:rsidRDefault="009B6ABF" w:rsidP="00FE0913">
            <w:pPr>
              <w:jc w:val="left"/>
            </w:pPr>
          </w:p>
          <w:p w14:paraId="428AE773" w14:textId="77777777" w:rsidR="009B6ABF" w:rsidRDefault="009B6ABF" w:rsidP="00FE0913">
            <w:pPr>
              <w:jc w:val="left"/>
            </w:pPr>
          </w:p>
          <w:p w14:paraId="65DDF96C" w14:textId="77777777" w:rsidR="00433C26" w:rsidRDefault="00433C26" w:rsidP="00FE0913">
            <w:pPr>
              <w:jc w:val="left"/>
            </w:pPr>
          </w:p>
          <w:p w14:paraId="0FB68B7D" w14:textId="77777777" w:rsidR="00433C26" w:rsidRDefault="00433C26" w:rsidP="00FE0913">
            <w:pPr>
              <w:jc w:val="left"/>
            </w:pPr>
          </w:p>
          <w:p w14:paraId="6911F96C" w14:textId="77777777" w:rsidR="00433C26" w:rsidRDefault="00433C26" w:rsidP="00FE0913">
            <w:pPr>
              <w:jc w:val="left"/>
            </w:pPr>
          </w:p>
          <w:p w14:paraId="719A9B38" w14:textId="77777777" w:rsidR="009B6ABF" w:rsidRDefault="009B6ABF" w:rsidP="00FE0913">
            <w:pPr>
              <w:jc w:val="left"/>
            </w:pPr>
          </w:p>
          <w:p w14:paraId="53419E44" w14:textId="77777777" w:rsidR="009B6ABF" w:rsidRDefault="009B6ABF" w:rsidP="00FE0913">
            <w:pPr>
              <w:jc w:val="left"/>
            </w:pPr>
          </w:p>
          <w:p w14:paraId="17617856" w14:textId="77777777" w:rsidR="009B6ABF" w:rsidRPr="00675AF0" w:rsidRDefault="009B6ABF" w:rsidP="00FE0913">
            <w:pPr>
              <w:jc w:val="left"/>
            </w:pPr>
          </w:p>
        </w:tc>
      </w:tr>
    </w:tbl>
    <w:p w14:paraId="1CBC8DA4" w14:textId="77777777" w:rsidR="00433C26" w:rsidRDefault="00433C26" w:rsidP="005A540C">
      <w:pPr>
        <w:tabs>
          <w:tab w:val="left" w:pos="2086"/>
        </w:tabs>
      </w:pPr>
    </w:p>
    <w:p w14:paraId="08929B68" w14:textId="77777777" w:rsidR="00D001A0" w:rsidRDefault="00D001A0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75"/>
        <w:gridCol w:w="3619"/>
        <w:gridCol w:w="1264"/>
        <w:gridCol w:w="1812"/>
      </w:tblGrid>
      <w:tr w:rsidR="002031CF" w:rsidRPr="00E97642" w14:paraId="5C6D0608" w14:textId="77777777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14:paraId="7B609B8D" w14:textId="77777777" w:rsidR="002031CF" w:rsidRDefault="009B6ABF" w:rsidP="009B6AB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Interviewer’s name </w:t>
            </w:r>
          </w:p>
        </w:tc>
        <w:tc>
          <w:tcPr>
            <w:tcW w:w="6804" w:type="dxa"/>
            <w:gridSpan w:val="3"/>
          </w:tcPr>
          <w:p w14:paraId="443C67F5" w14:textId="77777777" w:rsidR="002031CF" w:rsidRPr="00E97642" w:rsidRDefault="002031CF" w:rsidP="00B45628">
            <w:pPr>
              <w:tabs>
                <w:tab w:val="left" w:pos="960"/>
              </w:tabs>
            </w:pPr>
          </w:p>
        </w:tc>
      </w:tr>
      <w:tr w:rsidR="009B6ABF" w:rsidRPr="00E97642" w14:paraId="3CA18265" w14:textId="77777777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14:paraId="5D8D4D8D" w14:textId="77777777" w:rsidR="009B6ABF" w:rsidRDefault="009B6AB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804" w:type="dxa"/>
            <w:gridSpan w:val="3"/>
          </w:tcPr>
          <w:p w14:paraId="10E5029A" w14:textId="77777777" w:rsidR="009B6ABF" w:rsidRPr="00E97642" w:rsidRDefault="009B6ABF" w:rsidP="00B45628">
            <w:pPr>
              <w:tabs>
                <w:tab w:val="left" w:pos="960"/>
              </w:tabs>
            </w:pPr>
          </w:p>
        </w:tc>
      </w:tr>
      <w:tr w:rsidR="002031CF" w:rsidRPr="00E97642" w14:paraId="2A885BA5" w14:textId="77777777" w:rsidTr="00B45628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14:paraId="1B143C3A" w14:textId="77777777"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14:paraId="7257473F" w14:textId="77777777"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9553559" w14:textId="77777777"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14:paraId="74EC5BBD" w14:textId="77777777"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14:paraId="4C3097B1" w14:textId="77777777" w:rsidR="002031CF" w:rsidRDefault="002031CF" w:rsidP="005A540C">
      <w:pPr>
        <w:tabs>
          <w:tab w:val="left" w:pos="2086"/>
        </w:tabs>
      </w:pPr>
    </w:p>
    <w:p w14:paraId="7F383777" w14:textId="77777777"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A71E" w14:textId="77777777" w:rsidR="003B3BC8" w:rsidRDefault="003B3BC8" w:rsidP="00F90996">
      <w:r>
        <w:separator/>
      </w:r>
    </w:p>
  </w:endnote>
  <w:endnote w:type="continuationSeparator" w:id="0">
    <w:p w14:paraId="64334D1B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088C5" w14:textId="77777777" w:rsidR="009D185F" w:rsidRPr="0086262A" w:rsidRDefault="00D001A0" w:rsidP="00CE795B">
    <w:pPr>
      <w:pStyle w:val="Footer"/>
    </w:pPr>
    <w:r>
      <w:t xml:space="preserve">Employee exit interview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A53EB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A53EB">
            <w:rPr>
              <w:noProof/>
            </w:rPr>
            <w:t>2</w:t>
          </w:r>
        </w:fldSimple>
      </w:sdtContent>
    </w:sdt>
  </w:p>
  <w:p w14:paraId="5F0BE54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4CC17" w14:textId="77777777" w:rsidR="003B3BC8" w:rsidRDefault="003B3BC8" w:rsidP="00F90996">
      <w:r>
        <w:separator/>
      </w:r>
    </w:p>
  </w:footnote>
  <w:footnote w:type="continuationSeparator" w:id="0">
    <w:p w14:paraId="0D8E093E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94BF2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32753F3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23ST2XJ3F2FU-1797567310-95025</_dlc_DocId>
    <_dlc_DocIdUrl xmlns="14c5a56e-ced3-43ad-8a76-68a367d68378">
      <Url>https://nadaau.sharepoint.com/_layouts/15/DocIdRedir.aspx?ID=23ST2XJ3F2FU-1797567310-95025</Url>
      <Description>23ST2XJ3F2FU-1797567310-95025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ABCC9-1980-49E6-9F3A-A99AE2278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EADD9-237E-4F0C-9A1B-94FD22D351EC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F85F3BAD-033F-4F70-B057-B0499758A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1EB2C4-0D35-4D00-AE40-6687FF9E615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AA8F43-BEE7-4957-968F-559BE11C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2021-04-21T03:03:00Z</dcterms:created>
  <dcterms:modified xsi:type="dcterms:W3CDTF">2021-04-21T03:03:00Z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eaef2571-2831-491b-a0c8-faa9bf685ef2</vt:lpwstr>
  </property>
</Properties>
</file>